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4DB" w:rsidRDefault="00CF44DB">
      <w:pPr>
        <w:rPr>
          <w:rFonts w:ascii="Times New Roman" w:hAnsi="Times New Roman" w:cs="Times New Roman"/>
          <w:lang w:val="uk-UA"/>
        </w:rPr>
      </w:pPr>
    </w:p>
    <w:p w:rsidR="00CF44DB" w:rsidRPr="00C750BA" w:rsidRDefault="00CF44DB" w:rsidP="00012A1A">
      <w:pPr>
        <w:pStyle w:val="NoSpacing"/>
        <w:ind w:firstLine="540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 2</w:t>
      </w:r>
    </w:p>
    <w:p w:rsidR="00CF44DB" w:rsidRPr="008F509B" w:rsidRDefault="00CF44DB" w:rsidP="00012A1A">
      <w:pPr>
        <w:pStyle w:val="NoSpacing"/>
        <w:ind w:firstLine="540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Pr="008F509B">
        <w:rPr>
          <w:rFonts w:ascii="Times New Roman" w:hAnsi="Times New Roman" w:cs="Times New Roman"/>
          <w:sz w:val="24"/>
          <w:szCs w:val="24"/>
          <w:lang w:val="uk-UA"/>
        </w:rPr>
        <w:t>Ніжинської міської ради</w:t>
      </w:r>
    </w:p>
    <w:p w:rsidR="00CF44DB" w:rsidRDefault="00CF44DB" w:rsidP="00012A1A">
      <w:pPr>
        <w:pStyle w:val="NoSpacing"/>
        <w:ind w:firstLine="540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Чернігівської області</w:t>
      </w:r>
    </w:p>
    <w:p w:rsidR="00CF44DB" w:rsidRDefault="00CF44DB" w:rsidP="00012A1A">
      <w:pPr>
        <w:pStyle w:val="NoSpacing"/>
        <w:ind w:firstLine="540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«__»__________2019</w:t>
      </w:r>
      <w:r w:rsidRPr="00DF2E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F509B">
        <w:rPr>
          <w:rFonts w:ascii="Times New Roman" w:hAnsi="Times New Roman" w:cs="Times New Roman"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№_____</w:t>
      </w:r>
    </w:p>
    <w:p w:rsidR="00CF44DB" w:rsidRDefault="00CF44DB" w:rsidP="00012A1A">
      <w:pPr>
        <w:shd w:val="clear" w:color="auto" w:fill="FFFFFF"/>
        <w:tabs>
          <w:tab w:val="left" w:pos="5116"/>
        </w:tabs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CF44DB" w:rsidRDefault="00CF44DB" w:rsidP="00FA0D8C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kern w:val="3"/>
          <w:sz w:val="28"/>
          <w:szCs w:val="28"/>
          <w:lang w:val="uk-UA" w:eastAsia="zh-CN"/>
        </w:rPr>
        <w:t>Структура і штатна чисельність</w:t>
      </w:r>
    </w:p>
    <w:p w:rsidR="00CF44DB" w:rsidRDefault="00CF44DB" w:rsidP="00FA0D8C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524AF5">
        <w:rPr>
          <w:rFonts w:ascii="Times New Roman" w:hAnsi="Times New Roman" w:cs="Times New Roman"/>
          <w:sz w:val="28"/>
          <w:szCs w:val="28"/>
          <w:lang w:val="uk-UA"/>
        </w:rPr>
        <w:t xml:space="preserve">Закладу дошкільної освіти (дитячого садка) № 8 «Кручайлик» </w:t>
      </w:r>
    </w:p>
    <w:p w:rsidR="00CF44DB" w:rsidRPr="00524AF5" w:rsidRDefault="00CF44DB" w:rsidP="00FA0D8C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 w:rsidRPr="00524AF5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 Чернігівської області</w:t>
      </w:r>
      <w:r w:rsidRPr="00524AF5"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Директор                                                                                              - 1,0 од.;</w:t>
      </w: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16"/>
          <w:szCs w:val="16"/>
          <w:lang w:val="uk-UA" w:eastAsia="zh-CN"/>
        </w:rPr>
      </w:pP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Вихователь                                                                                           - 3,1 од.;</w:t>
      </w: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16"/>
          <w:szCs w:val="16"/>
          <w:lang w:val="uk-UA" w:eastAsia="zh-CN"/>
        </w:rPr>
      </w:pP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Музичний керівник                                                                              - 0,5 од.;</w:t>
      </w:r>
    </w:p>
    <w:p w:rsidR="00CF44DB" w:rsidRDefault="00CF44DB" w:rsidP="00164760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CF44DB" w:rsidRDefault="00CF44DB" w:rsidP="00164760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Інструктор з фізкультури                                                                     - 0,25 од.;</w:t>
      </w:r>
    </w:p>
    <w:p w:rsidR="00CF44DB" w:rsidRDefault="00CF44DB" w:rsidP="00164760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CF44DB" w:rsidRDefault="00CF44DB" w:rsidP="00164760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Завідувач господарства                                                                        - 0,5 од.;</w:t>
      </w:r>
    </w:p>
    <w:p w:rsidR="00CF44DB" w:rsidRDefault="00CF44DB" w:rsidP="00164760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CF44DB" w:rsidRDefault="00CF44DB" w:rsidP="00164760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Помічник вихователя</w:t>
      </w:r>
    </w:p>
    <w:p w:rsidR="00CF44DB" w:rsidRDefault="00CF44DB" w:rsidP="00164760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для дітей віком від 3-х років                                                               - 2,3 од.;</w:t>
      </w: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16"/>
          <w:szCs w:val="16"/>
          <w:lang w:val="uk-UA" w:eastAsia="zh-CN"/>
        </w:rPr>
      </w:pP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Сестра медична старша                                                                       - 0,5 од.;</w:t>
      </w: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16"/>
          <w:szCs w:val="16"/>
          <w:lang w:val="uk-UA" w:eastAsia="zh-CN"/>
        </w:rPr>
      </w:pP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Машиніст з прання  та ремонту білизни                                            - 0,5 од.;</w:t>
      </w: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16"/>
          <w:szCs w:val="16"/>
          <w:lang w:val="uk-UA" w:eastAsia="zh-CN"/>
        </w:rPr>
      </w:pP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Кухар                                                                                                      - 1,5 од.;</w:t>
      </w: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16"/>
          <w:szCs w:val="16"/>
          <w:lang w:val="uk-UA" w:eastAsia="zh-CN"/>
        </w:rPr>
      </w:pP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Підсобний робітник                                                                              - 0,5 од.;</w:t>
      </w: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Двірник                                                                                                  - 1,0 од.;</w:t>
      </w: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Кочегар сезонний</w:t>
      </w: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(середньорічний)                                                                                   - 1,5 од.;</w:t>
      </w: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 xml:space="preserve">Сторож                                                                                                    - 2,0 од.; </w:t>
      </w: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b/>
          <w:bCs/>
          <w:kern w:val="3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kern w:val="3"/>
          <w:sz w:val="28"/>
          <w:szCs w:val="28"/>
          <w:lang w:val="uk-UA" w:eastAsia="zh-CN"/>
        </w:rPr>
        <w:t>Всього                                                                                                    - 15,15 од.</w:t>
      </w:r>
    </w:p>
    <w:p w:rsidR="00CF44DB" w:rsidRDefault="00CF44DB" w:rsidP="00FA0D8C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CF44DB" w:rsidRDefault="00CF44DB">
      <w:pPr>
        <w:rPr>
          <w:rFonts w:ascii="Times New Roman" w:hAnsi="Times New Roman" w:cs="Times New Roman"/>
          <w:lang w:val="uk-UA"/>
        </w:rPr>
      </w:pPr>
    </w:p>
    <w:sectPr w:rsidR="00CF44DB" w:rsidSect="009203A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27F"/>
    <w:rsid w:val="0000423F"/>
    <w:rsid w:val="00012A1A"/>
    <w:rsid w:val="0001398A"/>
    <w:rsid w:val="0005523A"/>
    <w:rsid w:val="00067F82"/>
    <w:rsid w:val="000A3F09"/>
    <w:rsid w:val="000C4276"/>
    <w:rsid w:val="000D3D9A"/>
    <w:rsid w:val="000F00F3"/>
    <w:rsid w:val="00104AD5"/>
    <w:rsid w:val="00105AC4"/>
    <w:rsid w:val="00114D1B"/>
    <w:rsid w:val="00115203"/>
    <w:rsid w:val="001311B1"/>
    <w:rsid w:val="001558C8"/>
    <w:rsid w:val="00164760"/>
    <w:rsid w:val="00171398"/>
    <w:rsid w:val="00182813"/>
    <w:rsid w:val="00187D51"/>
    <w:rsid w:val="001A0865"/>
    <w:rsid w:val="001D192D"/>
    <w:rsid w:val="001E5888"/>
    <w:rsid w:val="001F04B1"/>
    <w:rsid w:val="001F6DBE"/>
    <w:rsid w:val="002075A9"/>
    <w:rsid w:val="002114A0"/>
    <w:rsid w:val="00224845"/>
    <w:rsid w:val="00236E44"/>
    <w:rsid w:val="0024349D"/>
    <w:rsid w:val="00250433"/>
    <w:rsid w:val="00253A1A"/>
    <w:rsid w:val="002657A0"/>
    <w:rsid w:val="0026672F"/>
    <w:rsid w:val="0028349F"/>
    <w:rsid w:val="0029103A"/>
    <w:rsid w:val="00294545"/>
    <w:rsid w:val="002960BA"/>
    <w:rsid w:val="002A3000"/>
    <w:rsid w:val="002C37B5"/>
    <w:rsid w:val="002C5793"/>
    <w:rsid w:val="002D70EC"/>
    <w:rsid w:val="00303883"/>
    <w:rsid w:val="003143A3"/>
    <w:rsid w:val="00326899"/>
    <w:rsid w:val="00344DED"/>
    <w:rsid w:val="003542F1"/>
    <w:rsid w:val="003633AC"/>
    <w:rsid w:val="00363D74"/>
    <w:rsid w:val="00395E7F"/>
    <w:rsid w:val="003C1C2F"/>
    <w:rsid w:val="003E0914"/>
    <w:rsid w:val="003E26B5"/>
    <w:rsid w:val="003F758D"/>
    <w:rsid w:val="00404362"/>
    <w:rsid w:val="0040740E"/>
    <w:rsid w:val="00412126"/>
    <w:rsid w:val="00414692"/>
    <w:rsid w:val="00422FBA"/>
    <w:rsid w:val="00431CBC"/>
    <w:rsid w:val="00454B14"/>
    <w:rsid w:val="00493F68"/>
    <w:rsid w:val="004C2203"/>
    <w:rsid w:val="004C6CF2"/>
    <w:rsid w:val="00520EBE"/>
    <w:rsid w:val="00524AF5"/>
    <w:rsid w:val="00537B91"/>
    <w:rsid w:val="00547E5C"/>
    <w:rsid w:val="00557CAA"/>
    <w:rsid w:val="00562A9A"/>
    <w:rsid w:val="00563EEE"/>
    <w:rsid w:val="00570A58"/>
    <w:rsid w:val="00583A9A"/>
    <w:rsid w:val="00592766"/>
    <w:rsid w:val="005A3785"/>
    <w:rsid w:val="005A4B87"/>
    <w:rsid w:val="005C2536"/>
    <w:rsid w:val="00600424"/>
    <w:rsid w:val="00613F04"/>
    <w:rsid w:val="006407A9"/>
    <w:rsid w:val="00647354"/>
    <w:rsid w:val="006A504B"/>
    <w:rsid w:val="006B2325"/>
    <w:rsid w:val="006D2DA8"/>
    <w:rsid w:val="006D6B85"/>
    <w:rsid w:val="00713318"/>
    <w:rsid w:val="0076540E"/>
    <w:rsid w:val="00772AA4"/>
    <w:rsid w:val="0078620C"/>
    <w:rsid w:val="007A55F6"/>
    <w:rsid w:val="007B1A6A"/>
    <w:rsid w:val="007B2C97"/>
    <w:rsid w:val="007C627F"/>
    <w:rsid w:val="007D4F02"/>
    <w:rsid w:val="007E4642"/>
    <w:rsid w:val="00830270"/>
    <w:rsid w:val="00874F77"/>
    <w:rsid w:val="008826ED"/>
    <w:rsid w:val="0088393C"/>
    <w:rsid w:val="008C4CE4"/>
    <w:rsid w:val="008C4DBF"/>
    <w:rsid w:val="008D1FA7"/>
    <w:rsid w:val="008D4755"/>
    <w:rsid w:val="008D58A2"/>
    <w:rsid w:val="008D6E63"/>
    <w:rsid w:val="008F043C"/>
    <w:rsid w:val="008F509B"/>
    <w:rsid w:val="008F7607"/>
    <w:rsid w:val="00915E65"/>
    <w:rsid w:val="009203A9"/>
    <w:rsid w:val="009303AD"/>
    <w:rsid w:val="00931081"/>
    <w:rsid w:val="0094601A"/>
    <w:rsid w:val="00971C36"/>
    <w:rsid w:val="009773FA"/>
    <w:rsid w:val="009A038A"/>
    <w:rsid w:val="009B668E"/>
    <w:rsid w:val="009E326D"/>
    <w:rsid w:val="00A22E04"/>
    <w:rsid w:val="00A61E42"/>
    <w:rsid w:val="00A93FE7"/>
    <w:rsid w:val="00A9752A"/>
    <w:rsid w:val="00AA024C"/>
    <w:rsid w:val="00AB1242"/>
    <w:rsid w:val="00AB4CCB"/>
    <w:rsid w:val="00AB52C4"/>
    <w:rsid w:val="00AD3727"/>
    <w:rsid w:val="00AF753D"/>
    <w:rsid w:val="00AF7B4E"/>
    <w:rsid w:val="00B0510A"/>
    <w:rsid w:val="00B06C0F"/>
    <w:rsid w:val="00B22AE1"/>
    <w:rsid w:val="00B414AB"/>
    <w:rsid w:val="00B53859"/>
    <w:rsid w:val="00B55160"/>
    <w:rsid w:val="00B8264D"/>
    <w:rsid w:val="00B94C30"/>
    <w:rsid w:val="00BA1106"/>
    <w:rsid w:val="00BA4AD1"/>
    <w:rsid w:val="00BC5763"/>
    <w:rsid w:val="00C13656"/>
    <w:rsid w:val="00C15C3F"/>
    <w:rsid w:val="00C31BAD"/>
    <w:rsid w:val="00C3513D"/>
    <w:rsid w:val="00C750BA"/>
    <w:rsid w:val="00C90E9E"/>
    <w:rsid w:val="00CA4A42"/>
    <w:rsid w:val="00CB1B55"/>
    <w:rsid w:val="00CD52F3"/>
    <w:rsid w:val="00CE4D02"/>
    <w:rsid w:val="00CE5653"/>
    <w:rsid w:val="00CF2A78"/>
    <w:rsid w:val="00CF4488"/>
    <w:rsid w:val="00CF44DB"/>
    <w:rsid w:val="00D67A3D"/>
    <w:rsid w:val="00D91861"/>
    <w:rsid w:val="00DB6E9B"/>
    <w:rsid w:val="00DC2242"/>
    <w:rsid w:val="00DC2E3F"/>
    <w:rsid w:val="00DC7431"/>
    <w:rsid w:val="00DD4445"/>
    <w:rsid w:val="00DF2E9B"/>
    <w:rsid w:val="00E23B02"/>
    <w:rsid w:val="00E32708"/>
    <w:rsid w:val="00E41BD3"/>
    <w:rsid w:val="00E45B3C"/>
    <w:rsid w:val="00E62091"/>
    <w:rsid w:val="00E90AB2"/>
    <w:rsid w:val="00F231EA"/>
    <w:rsid w:val="00F57C4E"/>
    <w:rsid w:val="00F94A29"/>
    <w:rsid w:val="00FA0D8C"/>
    <w:rsid w:val="00FC26CB"/>
    <w:rsid w:val="00FD702D"/>
    <w:rsid w:val="00FE1E5E"/>
    <w:rsid w:val="00FE50C8"/>
    <w:rsid w:val="00FF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27F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627F"/>
    <w:pPr>
      <w:keepNext/>
      <w:spacing w:after="0" w:line="240" w:lineRule="auto"/>
      <w:jc w:val="center"/>
      <w:outlineLvl w:val="0"/>
    </w:pPr>
    <w:rPr>
      <w:rFonts w:ascii="Tms Rmn" w:eastAsia="Times New Roman" w:hAnsi="Tms Rmn" w:cs="Tms Rmn"/>
      <w:b/>
      <w:bCs/>
      <w:sz w:val="28"/>
      <w:szCs w:val="28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627F"/>
    <w:rPr>
      <w:rFonts w:ascii="Tms Rmn" w:hAnsi="Tms Rmn" w:cs="Tms Rmn"/>
      <w:b/>
      <w:bCs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7C627F"/>
    <w:rPr>
      <w:rFonts w:cs="Calibri"/>
      <w:lang w:eastAsia="en-US"/>
    </w:rPr>
  </w:style>
  <w:style w:type="character" w:styleId="Strong">
    <w:name w:val="Strong"/>
    <w:basedOn w:val="DefaultParagraphFont"/>
    <w:uiPriority w:val="99"/>
    <w:qFormat/>
    <w:rsid w:val="007C627F"/>
    <w:rPr>
      <w:b/>
      <w:bCs/>
    </w:rPr>
  </w:style>
  <w:style w:type="character" w:customStyle="1" w:styleId="FontStyle15">
    <w:name w:val="Font Style15"/>
    <w:uiPriority w:val="99"/>
    <w:rsid w:val="002C37B5"/>
    <w:rPr>
      <w:rFonts w:ascii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B2C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2C9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CF2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3F758D"/>
    <w:rPr>
      <w:sz w:val="28"/>
      <w:szCs w:val="28"/>
    </w:rPr>
  </w:style>
  <w:style w:type="paragraph" w:customStyle="1" w:styleId="21">
    <w:name w:val="Основной текст (2)1"/>
    <w:basedOn w:val="Normal"/>
    <w:link w:val="2"/>
    <w:uiPriority w:val="99"/>
    <w:rsid w:val="003F758D"/>
    <w:pPr>
      <w:widowControl w:val="0"/>
      <w:shd w:val="clear" w:color="auto" w:fill="FFFFFF"/>
      <w:spacing w:after="0" w:line="317" w:lineRule="exact"/>
      <w:ind w:hanging="800"/>
    </w:pPr>
    <w:rPr>
      <w:noProof/>
      <w:sz w:val="28"/>
      <w:szCs w:val="28"/>
      <w:lang w:eastAsia="ru-RU"/>
    </w:rPr>
  </w:style>
  <w:style w:type="paragraph" w:customStyle="1" w:styleId="Style6">
    <w:name w:val="Style6"/>
    <w:basedOn w:val="Normal"/>
    <w:uiPriority w:val="99"/>
    <w:rsid w:val="003E0914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sz w:val="24"/>
      <w:szCs w:val="24"/>
      <w:lang w:eastAsia="ru-RU"/>
    </w:rPr>
  </w:style>
  <w:style w:type="table" w:styleId="TableGrid">
    <w:name w:val="Table Grid"/>
    <w:basedOn w:val="TableNormal"/>
    <w:uiPriority w:val="99"/>
    <w:locked/>
    <w:rsid w:val="00874F7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012A1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1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221</TotalTime>
  <Pages>1</Pages>
  <Words>271</Words>
  <Characters>1550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VNMR-3302</dc:creator>
  <cp:keywords/>
  <dc:description/>
  <cp:lastModifiedBy>Admin_17</cp:lastModifiedBy>
  <cp:revision>41</cp:revision>
  <cp:lastPrinted>2019-03-22T08:10:00Z</cp:lastPrinted>
  <dcterms:created xsi:type="dcterms:W3CDTF">2018-12-05T08:14:00Z</dcterms:created>
  <dcterms:modified xsi:type="dcterms:W3CDTF">2019-03-25T13:45:00Z</dcterms:modified>
</cp:coreProperties>
</file>